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9FFF1" w14:textId="15CCAB96" w:rsidR="00A410EE" w:rsidRDefault="00031602" w:rsidP="00A410E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Załącznik nr </w:t>
      </w:r>
      <w:r w:rsidR="00FE12AC">
        <w:rPr>
          <w:rFonts w:ascii="Arial" w:hAnsi="Arial" w:cs="Arial"/>
          <w:b/>
          <w:sz w:val="28"/>
          <w:szCs w:val="28"/>
          <w:u w:val="single"/>
        </w:rPr>
        <w:t>5</w:t>
      </w:r>
      <w:r w:rsidR="00976B80" w:rsidRPr="00976B80">
        <w:rPr>
          <w:rFonts w:ascii="Arial" w:hAnsi="Arial" w:cs="Arial"/>
          <w:b/>
          <w:sz w:val="28"/>
          <w:szCs w:val="28"/>
          <w:u w:val="single"/>
        </w:rPr>
        <w:t xml:space="preserve"> - wzór protokołu zdawczo-odbiorczego</w:t>
      </w:r>
      <w:r w:rsidR="00667CD8">
        <w:rPr>
          <w:rFonts w:ascii="Arial" w:hAnsi="Arial" w:cs="Arial"/>
          <w:b/>
          <w:sz w:val="28"/>
          <w:szCs w:val="28"/>
          <w:u w:val="single"/>
        </w:rPr>
        <w:t xml:space="preserve"> (Protokół Odbioru Końcowego)</w:t>
      </w:r>
    </w:p>
    <w:p w14:paraId="38DC9419" w14:textId="77777777" w:rsidR="00722E82" w:rsidRPr="00FA679B" w:rsidRDefault="00722E82" w:rsidP="00A410EE">
      <w:pPr>
        <w:jc w:val="center"/>
        <w:rPr>
          <w:rFonts w:ascii="Arial" w:hAnsi="Arial" w:cs="Arial"/>
          <w:b/>
          <w:szCs w:val="22"/>
        </w:rPr>
      </w:pPr>
    </w:p>
    <w:p w14:paraId="012A4ADE" w14:textId="77777777" w:rsidR="00A410EE" w:rsidRPr="00FA679B" w:rsidRDefault="00A410EE" w:rsidP="000F053C">
      <w:pPr>
        <w:jc w:val="both"/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Sporządzony:</w:t>
      </w:r>
    </w:p>
    <w:p w14:paraId="4E86DA93" w14:textId="77777777" w:rsidR="00A410EE" w:rsidRPr="00FA679B" w:rsidRDefault="00A410EE" w:rsidP="0067339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679B">
        <w:rPr>
          <w:rFonts w:ascii="Arial" w:hAnsi="Arial" w:cs="Arial"/>
          <w:sz w:val="22"/>
          <w:szCs w:val="22"/>
        </w:rPr>
        <w:t>Miejscowość: …………………………………Data:………………………………………………</w:t>
      </w:r>
    </w:p>
    <w:p w14:paraId="267C0E86" w14:textId="77777777" w:rsidR="00A410EE" w:rsidRPr="00FA679B" w:rsidRDefault="00A410EE" w:rsidP="0067339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679B">
        <w:rPr>
          <w:rFonts w:ascii="Arial" w:hAnsi="Arial" w:cs="Arial"/>
          <w:sz w:val="22"/>
          <w:szCs w:val="22"/>
        </w:rPr>
        <w:t xml:space="preserve">Na podstawie: </w:t>
      </w:r>
    </w:p>
    <w:p w14:paraId="46CA0329" w14:textId="66F2DF3D" w:rsidR="00B96BA1" w:rsidRDefault="005A1988" w:rsidP="000F053C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Umowy </w:t>
      </w:r>
      <w:r w:rsidR="00B96BA1" w:rsidRPr="00B96BA1">
        <w:rPr>
          <w:rFonts w:ascii="Arial" w:hAnsi="Arial" w:cs="Arial"/>
          <w:b/>
          <w:sz w:val="22"/>
          <w:szCs w:val="22"/>
        </w:rPr>
        <w:t xml:space="preserve">na </w:t>
      </w:r>
      <w:proofErr w:type="spellStart"/>
      <w:r w:rsidR="00667CD8" w:rsidRPr="00667CD8">
        <w:rPr>
          <w:rFonts w:ascii="Arial" w:hAnsi="Arial" w:cs="Arial"/>
          <w:b/>
          <w:sz w:val="22"/>
          <w:szCs w:val="22"/>
        </w:rPr>
        <w:t>na</w:t>
      </w:r>
      <w:proofErr w:type="spellEnd"/>
      <w:r w:rsidR="00667CD8" w:rsidRPr="00667CD8">
        <w:rPr>
          <w:rFonts w:ascii="Arial" w:hAnsi="Arial" w:cs="Arial"/>
          <w:b/>
          <w:sz w:val="22"/>
          <w:szCs w:val="22"/>
        </w:rPr>
        <w:t xml:space="preserve"> zaprojektowanie i wdrożenie systemu „</w:t>
      </w:r>
      <w:proofErr w:type="spellStart"/>
      <w:r w:rsidR="00667CD8" w:rsidRPr="00667CD8">
        <w:rPr>
          <w:rFonts w:ascii="Arial" w:hAnsi="Arial" w:cs="Arial"/>
          <w:b/>
          <w:sz w:val="22"/>
          <w:szCs w:val="22"/>
        </w:rPr>
        <w:t>Lockout</w:t>
      </w:r>
      <w:proofErr w:type="spellEnd"/>
      <w:r w:rsidR="00667CD8" w:rsidRPr="00667CD8">
        <w:rPr>
          <w:rFonts w:ascii="Arial" w:hAnsi="Arial" w:cs="Arial"/>
          <w:b/>
          <w:sz w:val="22"/>
          <w:szCs w:val="22"/>
        </w:rPr>
        <w:t>/</w:t>
      </w:r>
      <w:proofErr w:type="spellStart"/>
      <w:r w:rsidR="00667CD8" w:rsidRPr="00667CD8">
        <w:rPr>
          <w:rFonts w:ascii="Arial" w:hAnsi="Arial" w:cs="Arial"/>
          <w:b/>
          <w:sz w:val="22"/>
          <w:szCs w:val="22"/>
        </w:rPr>
        <w:t>Tagout</w:t>
      </w:r>
      <w:proofErr w:type="spellEnd"/>
      <w:r w:rsidR="00667CD8" w:rsidRPr="00667CD8">
        <w:rPr>
          <w:rFonts w:ascii="Arial" w:hAnsi="Arial" w:cs="Arial"/>
          <w:b/>
          <w:sz w:val="22"/>
          <w:szCs w:val="22"/>
        </w:rPr>
        <w:t>” na aktywach wiatrowych i fotowoltaicznych</w:t>
      </w:r>
    </w:p>
    <w:p w14:paraId="0045F6D0" w14:textId="32D8EB5C" w:rsidR="00A410EE" w:rsidRPr="00FA679B" w:rsidRDefault="00A410EE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FA679B">
        <w:rPr>
          <w:rFonts w:ascii="Arial" w:hAnsi="Arial" w:cs="Arial"/>
          <w:sz w:val="22"/>
          <w:szCs w:val="22"/>
        </w:rPr>
        <w:t xml:space="preserve">z dnia </w:t>
      </w:r>
      <w:r w:rsidR="00537271">
        <w:rPr>
          <w:rFonts w:ascii="Arial" w:hAnsi="Arial" w:cs="Arial"/>
          <w:sz w:val="22"/>
          <w:szCs w:val="22"/>
        </w:rPr>
        <w:t>………………………….</w:t>
      </w:r>
    </w:p>
    <w:p w14:paraId="171A2BA8" w14:textId="77777777" w:rsidR="00A410EE" w:rsidRPr="00FA679B" w:rsidRDefault="00A410EE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6209984F" w14:textId="77777777" w:rsidR="00A410EE" w:rsidRPr="00FA679B" w:rsidRDefault="00A410EE" w:rsidP="000F053C">
      <w:pPr>
        <w:jc w:val="both"/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 xml:space="preserve">Pomiędzy: </w:t>
      </w:r>
    </w:p>
    <w:p w14:paraId="2524F376" w14:textId="77777777" w:rsidR="00A410EE" w:rsidRDefault="00A410EE" w:rsidP="00D52D3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sz w:val="22"/>
          <w:szCs w:val="22"/>
        </w:rPr>
      </w:pPr>
      <w:r w:rsidRPr="005106AF">
        <w:rPr>
          <w:rFonts w:ascii="Arial" w:hAnsi="Arial" w:cs="Arial"/>
          <w:b/>
          <w:sz w:val="22"/>
          <w:szCs w:val="22"/>
        </w:rPr>
        <w:t>Zamawiający:</w:t>
      </w:r>
    </w:p>
    <w:p w14:paraId="159CBCFA" w14:textId="77777777" w:rsidR="00FE78AF" w:rsidRPr="005106AF" w:rsidRDefault="00FE78AF" w:rsidP="00FE78AF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390A84C2" w14:textId="77777777" w:rsidR="00A410EE" w:rsidRDefault="00645595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683D49">
        <w:rPr>
          <w:rFonts w:ascii="Arial" w:hAnsi="Arial" w:cs="Arial"/>
          <w:b/>
          <w:sz w:val="22"/>
          <w:szCs w:val="22"/>
        </w:rPr>
        <w:t xml:space="preserve">PGE Energia </w:t>
      </w:r>
      <w:r w:rsidR="004C668F" w:rsidRPr="00683D49">
        <w:rPr>
          <w:rFonts w:ascii="Arial" w:hAnsi="Arial" w:cs="Arial"/>
          <w:b/>
          <w:sz w:val="22"/>
          <w:szCs w:val="22"/>
        </w:rPr>
        <w:t>Odnawialna S.A.</w:t>
      </w:r>
      <w:r w:rsidR="00A410EE" w:rsidRPr="00FA679B">
        <w:rPr>
          <w:rFonts w:ascii="Arial" w:hAnsi="Arial" w:cs="Arial"/>
          <w:sz w:val="22"/>
          <w:szCs w:val="22"/>
        </w:rPr>
        <w:t xml:space="preserve"> z siedzibą w Warszawie przy ul. </w:t>
      </w:r>
      <w:r w:rsidR="007D05D5" w:rsidRPr="00FA679B">
        <w:rPr>
          <w:rFonts w:ascii="Arial" w:hAnsi="Arial" w:cs="Arial"/>
          <w:sz w:val="22"/>
          <w:szCs w:val="22"/>
        </w:rPr>
        <w:t>Ogrodowej 59A,</w:t>
      </w:r>
      <w:r w:rsidR="00A410EE" w:rsidRPr="00FA679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 </w:t>
      </w:r>
      <w:r w:rsidR="00A410EE" w:rsidRPr="00FA679B">
        <w:rPr>
          <w:rFonts w:ascii="Arial" w:hAnsi="Arial" w:cs="Arial"/>
          <w:sz w:val="22"/>
          <w:szCs w:val="22"/>
        </w:rPr>
        <w:t xml:space="preserve"> 00-</w:t>
      </w:r>
      <w:r w:rsidR="007D05D5" w:rsidRPr="00FA679B">
        <w:rPr>
          <w:rFonts w:ascii="Arial" w:hAnsi="Arial" w:cs="Arial"/>
          <w:sz w:val="22"/>
          <w:szCs w:val="22"/>
        </w:rPr>
        <w:t>876</w:t>
      </w:r>
      <w:r w:rsidR="00A410EE" w:rsidRPr="00FA679B">
        <w:rPr>
          <w:rFonts w:ascii="Arial" w:hAnsi="Arial" w:cs="Arial"/>
          <w:sz w:val="22"/>
          <w:szCs w:val="22"/>
        </w:rPr>
        <w:t xml:space="preserve"> Warszawa</w:t>
      </w:r>
    </w:p>
    <w:p w14:paraId="6393DA52" w14:textId="77777777" w:rsidR="00FE78AF" w:rsidRPr="00FA679B" w:rsidRDefault="00FE78AF" w:rsidP="000F053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A2B5F72" w14:textId="77777777" w:rsidR="00A410EE" w:rsidRDefault="00A410EE" w:rsidP="00D52D3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sz w:val="22"/>
          <w:szCs w:val="22"/>
        </w:rPr>
      </w:pPr>
      <w:r w:rsidRPr="005106AF">
        <w:rPr>
          <w:rFonts w:ascii="Arial" w:hAnsi="Arial" w:cs="Arial"/>
          <w:b/>
          <w:sz w:val="22"/>
          <w:szCs w:val="22"/>
        </w:rPr>
        <w:t>Wyko</w:t>
      </w:r>
      <w:r w:rsidR="00FA679B" w:rsidRPr="005106AF">
        <w:rPr>
          <w:rFonts w:ascii="Arial" w:hAnsi="Arial" w:cs="Arial"/>
          <w:b/>
          <w:sz w:val="22"/>
          <w:szCs w:val="22"/>
        </w:rPr>
        <w:t>nawca</w:t>
      </w:r>
      <w:r w:rsidRPr="005106AF">
        <w:rPr>
          <w:rFonts w:ascii="Arial" w:hAnsi="Arial" w:cs="Arial"/>
          <w:b/>
          <w:sz w:val="22"/>
          <w:szCs w:val="22"/>
        </w:rPr>
        <w:t>:</w:t>
      </w:r>
    </w:p>
    <w:p w14:paraId="2CF96238" w14:textId="77777777" w:rsidR="00FE78AF" w:rsidRPr="005106AF" w:rsidRDefault="00FE78AF" w:rsidP="00FE78AF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7639D4F5" w14:textId="579C791B" w:rsidR="00A410EE" w:rsidRDefault="00B96BA1" w:rsidP="00A423AC">
      <w:pPr>
        <w:pStyle w:val="Akapitzlist"/>
        <w:jc w:val="both"/>
        <w:rPr>
          <w:rFonts w:ascii="Arial" w:hAnsi="Arial" w:cs="Arial"/>
          <w:szCs w:val="22"/>
        </w:rPr>
      </w:pPr>
      <w:r w:rsidRPr="00B96BA1">
        <w:rPr>
          <w:rFonts w:ascii="Arial" w:hAnsi="Arial" w:cs="Arial"/>
          <w:b/>
          <w:bCs/>
          <w:iCs/>
          <w:sz w:val="22"/>
          <w:szCs w:val="22"/>
          <w:highlight w:val="yellow"/>
          <w:lang w:val="pt-PT"/>
        </w:rPr>
        <w:t>xxx</w:t>
      </w:r>
      <w:r w:rsidR="00976B80" w:rsidRPr="00B96BA1">
        <w:rPr>
          <w:rFonts w:ascii="Arial" w:hAnsi="Arial" w:cs="Arial"/>
          <w:b/>
          <w:bCs/>
          <w:iCs/>
          <w:sz w:val="22"/>
          <w:szCs w:val="22"/>
          <w:highlight w:val="yellow"/>
          <w:lang w:val="pt-PT"/>
        </w:rPr>
        <w:t xml:space="preserve">. </w:t>
      </w:r>
      <w:r w:rsidR="00031602" w:rsidRPr="00B96BA1">
        <w:rPr>
          <w:rFonts w:ascii="Arial" w:hAnsi="Arial" w:cs="Arial"/>
          <w:bCs/>
          <w:iCs/>
          <w:sz w:val="22"/>
          <w:szCs w:val="22"/>
          <w:highlight w:val="yellow"/>
          <w:lang w:val="pt-PT"/>
        </w:rPr>
        <w:t xml:space="preserve">z siedzibą w </w:t>
      </w:r>
      <w:r w:rsidRPr="00B96BA1">
        <w:rPr>
          <w:rFonts w:ascii="Arial" w:hAnsi="Arial" w:cs="Arial"/>
          <w:bCs/>
          <w:iCs/>
          <w:sz w:val="22"/>
          <w:szCs w:val="22"/>
          <w:highlight w:val="yellow"/>
          <w:lang w:val="pt-PT"/>
        </w:rPr>
        <w:t>xxx</w:t>
      </w:r>
      <w:r w:rsidR="00976B80" w:rsidRPr="00B96BA1">
        <w:rPr>
          <w:rFonts w:ascii="Arial" w:hAnsi="Arial" w:cs="Arial"/>
          <w:bCs/>
          <w:iCs/>
          <w:sz w:val="22"/>
          <w:szCs w:val="22"/>
          <w:highlight w:val="yellow"/>
          <w:lang w:val="pt-PT"/>
        </w:rPr>
        <w:t xml:space="preserve">, ul. </w:t>
      </w:r>
      <w:r w:rsidRPr="00B96BA1">
        <w:rPr>
          <w:rFonts w:ascii="Arial" w:hAnsi="Arial" w:cs="Arial"/>
          <w:bCs/>
          <w:iCs/>
          <w:sz w:val="22"/>
          <w:szCs w:val="22"/>
          <w:highlight w:val="yellow"/>
          <w:lang w:val="pt-PT"/>
        </w:rPr>
        <w:t>xxx</w:t>
      </w:r>
      <w:r w:rsidR="00090F6D" w:rsidRPr="00B96BA1">
        <w:rPr>
          <w:rFonts w:ascii="Arial" w:hAnsi="Arial" w:cs="Arial"/>
          <w:sz w:val="22"/>
          <w:szCs w:val="22"/>
          <w:highlight w:val="yellow"/>
        </w:rPr>
        <w:t>.</w:t>
      </w:r>
    </w:p>
    <w:p w14:paraId="23ABBA4F" w14:textId="77777777" w:rsidR="000F6EA8" w:rsidRPr="00FA679B" w:rsidRDefault="000F6EA8" w:rsidP="00A410EE">
      <w:pPr>
        <w:rPr>
          <w:rFonts w:ascii="Arial" w:hAnsi="Arial" w:cs="Arial"/>
          <w:szCs w:val="22"/>
        </w:rPr>
      </w:pPr>
    </w:p>
    <w:p w14:paraId="0E17338E" w14:textId="77777777" w:rsidR="00A410EE" w:rsidRDefault="0061218D" w:rsidP="00A410EE">
      <w:pPr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Wykaz wykonanych prac</w:t>
      </w:r>
      <w:r w:rsidR="00F70BEE" w:rsidRPr="00FA679B">
        <w:rPr>
          <w:rFonts w:ascii="Arial" w:hAnsi="Arial" w:cs="Arial"/>
          <w:b/>
          <w:szCs w:val="22"/>
        </w:rPr>
        <w:t xml:space="preserve"> </w:t>
      </w:r>
    </w:p>
    <w:p w14:paraId="2B2193AC" w14:textId="77777777" w:rsidR="00FE78AF" w:rsidRPr="00FA679B" w:rsidRDefault="00FE78AF" w:rsidP="00A410EE">
      <w:pPr>
        <w:rPr>
          <w:rFonts w:ascii="Arial" w:hAnsi="Arial" w:cs="Arial"/>
          <w:b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6368"/>
        <w:gridCol w:w="850"/>
        <w:gridCol w:w="1579"/>
      </w:tblGrid>
      <w:tr w:rsidR="00F70BEE" w:rsidRPr="005106AF" w14:paraId="53A488D4" w14:textId="77777777" w:rsidTr="000F6EA8">
        <w:trPr>
          <w:tblHeader/>
        </w:trPr>
        <w:tc>
          <w:tcPr>
            <w:tcW w:w="292" w:type="pct"/>
            <w:vAlign w:val="center"/>
          </w:tcPr>
          <w:p w14:paraId="422AF318" w14:textId="77777777" w:rsidR="00F70BEE" w:rsidRPr="005106AF" w:rsidRDefault="00F70BEE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3408" w:type="pct"/>
            <w:vAlign w:val="center"/>
          </w:tcPr>
          <w:p w14:paraId="04BCAFBF" w14:textId="77777777" w:rsidR="00F70BEE" w:rsidRPr="004C668F" w:rsidRDefault="00F70BEE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455" w:type="pct"/>
            <w:vAlign w:val="center"/>
          </w:tcPr>
          <w:p w14:paraId="55AEE590" w14:textId="77777777" w:rsidR="00F70BEE" w:rsidRPr="005106AF" w:rsidRDefault="00FA679B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06AF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845" w:type="pct"/>
            <w:vAlign w:val="center"/>
          </w:tcPr>
          <w:p w14:paraId="31A9A17A" w14:textId="77777777" w:rsidR="00F70BEE" w:rsidRPr="004C668F" w:rsidRDefault="00AA0CAA" w:rsidP="000F6EA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C668F">
              <w:rPr>
                <w:rFonts w:ascii="Arial" w:hAnsi="Arial" w:cs="Arial"/>
                <w:b/>
                <w:sz w:val="18"/>
                <w:szCs w:val="18"/>
              </w:rPr>
              <w:t>Data zakończenia</w:t>
            </w:r>
          </w:p>
        </w:tc>
      </w:tr>
      <w:tr w:rsidR="00F70BEE" w:rsidRPr="005106AF" w14:paraId="017987D9" w14:textId="77777777" w:rsidTr="000F6EA8">
        <w:trPr>
          <w:trHeight w:val="715"/>
        </w:trPr>
        <w:tc>
          <w:tcPr>
            <w:tcW w:w="292" w:type="pct"/>
          </w:tcPr>
          <w:p w14:paraId="6A22201A" w14:textId="77777777" w:rsidR="00F70BEE" w:rsidRPr="005106AF" w:rsidRDefault="00F70BEE" w:rsidP="000F6EA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106A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8" w:type="pct"/>
            <w:vAlign w:val="center"/>
          </w:tcPr>
          <w:p w14:paraId="3A3685A6" w14:textId="77777777" w:rsidR="00F70BEE" w:rsidRPr="005106AF" w:rsidRDefault="00F70BEE" w:rsidP="004C668F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vAlign w:val="center"/>
          </w:tcPr>
          <w:p w14:paraId="58B202FA" w14:textId="77777777" w:rsidR="00F70BEE" w:rsidRPr="005106AF" w:rsidRDefault="00F70BEE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40290A36" w14:textId="77777777" w:rsidR="00F70BEE" w:rsidRPr="005106AF" w:rsidRDefault="00F70BEE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0BEE" w:rsidRPr="005106AF" w14:paraId="3B08CFFA" w14:textId="77777777" w:rsidTr="000F6EA8">
        <w:trPr>
          <w:trHeight w:val="828"/>
        </w:trPr>
        <w:tc>
          <w:tcPr>
            <w:tcW w:w="292" w:type="pct"/>
          </w:tcPr>
          <w:p w14:paraId="2E5D3539" w14:textId="77777777" w:rsidR="00F70BEE" w:rsidRPr="005106AF" w:rsidRDefault="00B86098" w:rsidP="000F6EA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08" w:type="pct"/>
            <w:vAlign w:val="center"/>
          </w:tcPr>
          <w:p w14:paraId="48CF97AF" w14:textId="77777777" w:rsidR="00F70BEE" w:rsidRPr="005106AF" w:rsidRDefault="00F70BEE" w:rsidP="00B86098">
            <w:pPr>
              <w:pStyle w:val="Akapitzlist"/>
              <w:spacing w:after="2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vAlign w:val="center"/>
          </w:tcPr>
          <w:p w14:paraId="5EFB00F5" w14:textId="77777777" w:rsidR="00F70BEE" w:rsidRPr="00B86098" w:rsidRDefault="00F70BEE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14:paraId="5E609A35" w14:textId="77777777" w:rsidR="00F70BEE" w:rsidRPr="00B86098" w:rsidRDefault="00F70BEE" w:rsidP="000F6EA8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1F72CD" w14:textId="77777777" w:rsidR="000F6EA8" w:rsidRDefault="000F6EA8" w:rsidP="00A410EE">
      <w:pPr>
        <w:rPr>
          <w:rFonts w:ascii="Arial" w:hAnsi="Arial" w:cs="Arial"/>
          <w:b/>
          <w:szCs w:val="22"/>
        </w:rPr>
      </w:pPr>
    </w:p>
    <w:p w14:paraId="3D83F92A" w14:textId="77777777" w:rsidR="00A410EE" w:rsidRPr="00FA679B" w:rsidRDefault="00A410EE" w:rsidP="00A410EE">
      <w:pPr>
        <w:rPr>
          <w:rFonts w:ascii="Arial" w:hAnsi="Arial" w:cs="Arial"/>
          <w:b/>
          <w:szCs w:val="22"/>
        </w:rPr>
      </w:pPr>
      <w:r w:rsidRPr="00FA679B">
        <w:rPr>
          <w:rFonts w:ascii="Arial" w:hAnsi="Arial" w:cs="Arial"/>
          <w:b/>
          <w:szCs w:val="22"/>
        </w:rPr>
        <w:t>Zamawiający</w:t>
      </w:r>
      <w:r w:rsidR="00962B29" w:rsidRPr="00FA679B">
        <w:rPr>
          <w:rFonts w:ascii="Arial" w:hAnsi="Arial" w:cs="Arial"/>
          <w:b/>
          <w:szCs w:val="22"/>
        </w:rPr>
        <w:t xml:space="preserve"> przyjął /nie przyjął </w:t>
      </w:r>
      <w:r w:rsidRPr="00FA679B">
        <w:rPr>
          <w:rFonts w:ascii="Arial" w:hAnsi="Arial" w:cs="Arial"/>
          <w:b/>
          <w:szCs w:val="22"/>
        </w:rPr>
        <w:t xml:space="preserve">pod względem jakościowym i ilościowym </w:t>
      </w:r>
      <w:r w:rsidR="0061218D" w:rsidRPr="00FA679B">
        <w:rPr>
          <w:rFonts w:ascii="Arial" w:hAnsi="Arial" w:cs="Arial"/>
          <w:b/>
          <w:szCs w:val="22"/>
        </w:rPr>
        <w:t>wykonane prace</w:t>
      </w:r>
      <w:r w:rsidR="005E1AE3" w:rsidRPr="00FA679B">
        <w:rPr>
          <w:rFonts w:ascii="Arial" w:hAnsi="Arial" w:cs="Arial"/>
          <w:b/>
          <w:szCs w:val="22"/>
        </w:rPr>
        <w:t>.</w:t>
      </w:r>
    </w:p>
    <w:p w14:paraId="0AFAA02B" w14:textId="77777777" w:rsidR="00A410EE" w:rsidRPr="00AA0CAA" w:rsidRDefault="00A410EE" w:rsidP="00A410EE">
      <w:pPr>
        <w:rPr>
          <w:rFonts w:ascii="Arial" w:hAnsi="Arial" w:cs="Arial"/>
          <w:b/>
          <w:color w:val="222222"/>
        </w:rPr>
      </w:pPr>
    </w:p>
    <w:p w14:paraId="4BDF5847" w14:textId="77777777" w:rsidR="00A410EE" w:rsidRPr="00FA679B" w:rsidRDefault="00AA0CAA" w:rsidP="00AA0CAA">
      <w:p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Uwagi</w:t>
      </w:r>
      <w:r w:rsidR="00A410EE" w:rsidRPr="00FA679B">
        <w:rPr>
          <w:rFonts w:ascii="Arial" w:hAnsi="Arial" w:cs="Arial"/>
          <w:b/>
          <w:szCs w:val="22"/>
        </w:rPr>
        <w:t>:</w:t>
      </w:r>
      <w:r>
        <w:rPr>
          <w:rFonts w:ascii="Arial" w:hAnsi="Arial" w:cs="Arial"/>
          <w:b/>
          <w:szCs w:val="22"/>
        </w:rPr>
        <w:t xml:space="preserve"> </w:t>
      </w:r>
      <w:r w:rsidR="00A410EE" w:rsidRPr="00FA679B">
        <w:rPr>
          <w:rFonts w:ascii="Arial" w:hAnsi="Arial" w:cs="Arial"/>
          <w:b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b/>
          <w:szCs w:val="22"/>
        </w:rPr>
        <w:t>………</w:t>
      </w:r>
    </w:p>
    <w:p w14:paraId="524A80A5" w14:textId="77777777" w:rsidR="00A410EE" w:rsidRPr="00FA679B" w:rsidRDefault="00A410EE" w:rsidP="00A410EE">
      <w:pPr>
        <w:ind w:left="-540"/>
        <w:rPr>
          <w:rFonts w:ascii="Arial" w:hAnsi="Arial" w:cs="Arial"/>
          <w:szCs w:val="22"/>
        </w:rPr>
      </w:pPr>
    </w:p>
    <w:p w14:paraId="0F362684" w14:textId="77777777" w:rsidR="00A410EE" w:rsidRDefault="00AA0CAA" w:rsidP="00A410EE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        </w:t>
      </w:r>
      <w:r w:rsidR="007D05D5" w:rsidRPr="00FA679B">
        <w:rPr>
          <w:rFonts w:ascii="Arial" w:hAnsi="Arial" w:cs="Arial"/>
          <w:b/>
          <w:szCs w:val="22"/>
        </w:rPr>
        <w:t>Zamawiający</w:t>
      </w:r>
      <w:r w:rsidR="00A410EE" w:rsidRPr="00FA679B">
        <w:rPr>
          <w:rFonts w:ascii="Arial" w:hAnsi="Arial" w:cs="Arial"/>
          <w:szCs w:val="22"/>
        </w:rPr>
        <w:t xml:space="preserve">       </w:t>
      </w:r>
      <w:r w:rsidR="00F70BEE" w:rsidRPr="00FA679B">
        <w:rPr>
          <w:rFonts w:ascii="Arial" w:hAnsi="Arial" w:cs="Arial"/>
          <w:szCs w:val="22"/>
        </w:rPr>
        <w:t xml:space="preserve">                                                                              </w:t>
      </w:r>
      <w:r w:rsidR="00A410EE" w:rsidRPr="00FA679B">
        <w:rPr>
          <w:rFonts w:ascii="Arial" w:hAnsi="Arial" w:cs="Arial"/>
          <w:b/>
          <w:szCs w:val="22"/>
        </w:rPr>
        <w:t>Wykonawca</w:t>
      </w:r>
    </w:p>
    <w:p w14:paraId="2B705100" w14:textId="77777777" w:rsidR="00AA0CAA" w:rsidRDefault="00AA0CAA" w:rsidP="00A410EE">
      <w:pPr>
        <w:rPr>
          <w:rFonts w:ascii="Arial" w:hAnsi="Arial" w:cs="Arial"/>
          <w:b/>
          <w:szCs w:val="22"/>
        </w:rPr>
      </w:pPr>
    </w:p>
    <w:p w14:paraId="0EE02593" w14:textId="77777777" w:rsidR="003725AB" w:rsidRPr="00FA679B" w:rsidRDefault="00AA0CAA" w:rsidP="00A410EE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……………………………..</w:t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  <w:t>……………………………..</w:t>
      </w:r>
    </w:p>
    <w:sectPr w:rsidR="003725AB" w:rsidRPr="00FA679B" w:rsidSect="00AA0CAA">
      <w:headerReference w:type="default" r:id="rId11"/>
      <w:headerReference w:type="first" r:id="rId12"/>
      <w:pgSz w:w="11906" w:h="16838"/>
      <w:pgMar w:top="851" w:right="1361" w:bottom="993" w:left="1419" w:header="0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36638" w14:textId="77777777" w:rsidR="00EB3AD6" w:rsidRDefault="00EB3AD6" w:rsidP="001C34EF">
      <w:r>
        <w:separator/>
      </w:r>
    </w:p>
  </w:endnote>
  <w:endnote w:type="continuationSeparator" w:id="0">
    <w:p w14:paraId="39691ED0" w14:textId="77777777" w:rsidR="00EB3AD6" w:rsidRDefault="00EB3AD6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9AC6C" w14:textId="77777777" w:rsidR="00EB3AD6" w:rsidRDefault="00EB3AD6" w:rsidP="001C34EF">
      <w:r>
        <w:separator/>
      </w:r>
    </w:p>
  </w:footnote>
  <w:footnote w:type="continuationSeparator" w:id="0">
    <w:p w14:paraId="6539FFB6" w14:textId="77777777" w:rsidR="00EB3AD6" w:rsidRDefault="00EB3AD6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DB6D" w14:textId="77777777" w:rsidR="00E65674" w:rsidRPr="00594561" w:rsidRDefault="00E65674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B1B8A" w14:textId="77777777" w:rsidR="00E65674" w:rsidRDefault="00667CD8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sdt>
      <w:sdtPr>
        <w:rPr>
          <w:b/>
          <w:color w:val="707173"/>
          <w:sz w:val="18"/>
          <w:szCs w:val="18"/>
        </w:rPr>
        <w:id w:val="7038801"/>
        <w:docPartObj>
          <w:docPartGallery w:val="Page Numbers (Margins)"/>
          <w:docPartUnique/>
        </w:docPartObj>
      </w:sdtPr>
      <w:sdtEndPr/>
      <w:sdtContent/>
    </w:sdt>
  </w:p>
  <w:p w14:paraId="048C33C2" w14:textId="77777777" w:rsidR="00E65674" w:rsidRDefault="00E65674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B5A"/>
    <w:multiLevelType w:val="hybridMultilevel"/>
    <w:tmpl w:val="3836F588"/>
    <w:lvl w:ilvl="0" w:tplc="261665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81A9D"/>
    <w:multiLevelType w:val="hybridMultilevel"/>
    <w:tmpl w:val="3FFAE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61B5A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92630"/>
    <w:multiLevelType w:val="hybridMultilevel"/>
    <w:tmpl w:val="90BC1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658E8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7E40"/>
    <w:multiLevelType w:val="hybridMultilevel"/>
    <w:tmpl w:val="3E8607BC"/>
    <w:lvl w:ilvl="0" w:tplc="5A386912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055FC9"/>
    <w:multiLevelType w:val="hybridMultilevel"/>
    <w:tmpl w:val="76CABE00"/>
    <w:lvl w:ilvl="0" w:tplc="0415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34BD00FC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D635C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26C63"/>
    <w:multiLevelType w:val="hybridMultilevel"/>
    <w:tmpl w:val="CA8872E8"/>
    <w:lvl w:ilvl="0" w:tplc="9DCC074C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  <w:b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C73A1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862B9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A328B"/>
    <w:multiLevelType w:val="hybridMultilevel"/>
    <w:tmpl w:val="8DDCC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20EB0"/>
    <w:multiLevelType w:val="hybridMultilevel"/>
    <w:tmpl w:val="E8E64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21B65"/>
    <w:multiLevelType w:val="hybridMultilevel"/>
    <w:tmpl w:val="74242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E06BD"/>
    <w:multiLevelType w:val="hybridMultilevel"/>
    <w:tmpl w:val="4D10F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173E28"/>
    <w:multiLevelType w:val="hybridMultilevel"/>
    <w:tmpl w:val="9DEAB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2611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8272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1516802">
    <w:abstractNumId w:val="8"/>
  </w:num>
  <w:num w:numId="4" w16cid:durableId="1704861407">
    <w:abstractNumId w:val="11"/>
  </w:num>
  <w:num w:numId="5" w16cid:durableId="232980619">
    <w:abstractNumId w:val="3"/>
  </w:num>
  <w:num w:numId="6" w16cid:durableId="279846223">
    <w:abstractNumId w:val="0"/>
  </w:num>
  <w:num w:numId="7" w16cid:durableId="495267120">
    <w:abstractNumId w:val="7"/>
  </w:num>
  <w:num w:numId="8" w16cid:durableId="2083329930">
    <w:abstractNumId w:val="16"/>
  </w:num>
  <w:num w:numId="9" w16cid:durableId="1128819321">
    <w:abstractNumId w:val="14"/>
  </w:num>
  <w:num w:numId="10" w16cid:durableId="2139907346">
    <w:abstractNumId w:val="15"/>
  </w:num>
  <w:num w:numId="11" w16cid:durableId="1955747363">
    <w:abstractNumId w:val="1"/>
  </w:num>
  <w:num w:numId="12" w16cid:durableId="227307865">
    <w:abstractNumId w:val="10"/>
  </w:num>
  <w:num w:numId="13" w16cid:durableId="1889142529">
    <w:abstractNumId w:val="13"/>
  </w:num>
  <w:num w:numId="14" w16cid:durableId="2055619036">
    <w:abstractNumId w:val="12"/>
  </w:num>
  <w:num w:numId="15" w16cid:durableId="158859264">
    <w:abstractNumId w:val="4"/>
  </w:num>
  <w:num w:numId="16" w16cid:durableId="1461536114">
    <w:abstractNumId w:val="2"/>
  </w:num>
  <w:num w:numId="17" w16cid:durableId="58602037">
    <w:abstractNumId w:val="5"/>
  </w:num>
  <w:num w:numId="18" w16cid:durableId="8074727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C3F"/>
    <w:rsid w:val="00031602"/>
    <w:rsid w:val="000378A2"/>
    <w:rsid w:val="00043974"/>
    <w:rsid w:val="0008105C"/>
    <w:rsid w:val="00086AF7"/>
    <w:rsid w:val="000878AA"/>
    <w:rsid w:val="00090C9A"/>
    <w:rsid w:val="00090F6D"/>
    <w:rsid w:val="000B0363"/>
    <w:rsid w:val="000B55A4"/>
    <w:rsid w:val="000B7E7F"/>
    <w:rsid w:val="000C6B8E"/>
    <w:rsid w:val="000D7921"/>
    <w:rsid w:val="000E07E4"/>
    <w:rsid w:val="000F053C"/>
    <w:rsid w:val="000F6EA8"/>
    <w:rsid w:val="00117E3F"/>
    <w:rsid w:val="00140D5F"/>
    <w:rsid w:val="001635DA"/>
    <w:rsid w:val="00165190"/>
    <w:rsid w:val="00166DEA"/>
    <w:rsid w:val="001A7888"/>
    <w:rsid w:val="001B145B"/>
    <w:rsid w:val="001C34EF"/>
    <w:rsid w:val="001D47CD"/>
    <w:rsid w:val="001E701F"/>
    <w:rsid w:val="001F4E0A"/>
    <w:rsid w:val="00201969"/>
    <w:rsid w:val="002044EE"/>
    <w:rsid w:val="0021661E"/>
    <w:rsid w:val="00216BEF"/>
    <w:rsid w:val="00227F63"/>
    <w:rsid w:val="0023743C"/>
    <w:rsid w:val="00251DD8"/>
    <w:rsid w:val="0026084F"/>
    <w:rsid w:val="0026143A"/>
    <w:rsid w:val="00293716"/>
    <w:rsid w:val="002A19C0"/>
    <w:rsid w:val="002B7BC3"/>
    <w:rsid w:val="002C4F88"/>
    <w:rsid w:val="002C7FA7"/>
    <w:rsid w:val="002D4E13"/>
    <w:rsid w:val="002E14C8"/>
    <w:rsid w:val="003021F0"/>
    <w:rsid w:val="00304B93"/>
    <w:rsid w:val="00307204"/>
    <w:rsid w:val="00310207"/>
    <w:rsid w:val="00310B3F"/>
    <w:rsid w:val="00326E12"/>
    <w:rsid w:val="00332DE3"/>
    <w:rsid w:val="00341E22"/>
    <w:rsid w:val="0035382A"/>
    <w:rsid w:val="003725AB"/>
    <w:rsid w:val="00377856"/>
    <w:rsid w:val="003D626C"/>
    <w:rsid w:val="003F1A82"/>
    <w:rsid w:val="003F55CA"/>
    <w:rsid w:val="004275CF"/>
    <w:rsid w:val="00427DC2"/>
    <w:rsid w:val="004311EC"/>
    <w:rsid w:val="00431F2D"/>
    <w:rsid w:val="004611CD"/>
    <w:rsid w:val="00465137"/>
    <w:rsid w:val="00470044"/>
    <w:rsid w:val="004716FE"/>
    <w:rsid w:val="00474ECB"/>
    <w:rsid w:val="00475ADD"/>
    <w:rsid w:val="004810E2"/>
    <w:rsid w:val="00484B99"/>
    <w:rsid w:val="004940C0"/>
    <w:rsid w:val="00494DDC"/>
    <w:rsid w:val="004A48FD"/>
    <w:rsid w:val="004C4BB8"/>
    <w:rsid w:val="004C668F"/>
    <w:rsid w:val="004C7666"/>
    <w:rsid w:val="004E2DA0"/>
    <w:rsid w:val="004F358F"/>
    <w:rsid w:val="0050101B"/>
    <w:rsid w:val="005028FA"/>
    <w:rsid w:val="005106AF"/>
    <w:rsid w:val="00511CAB"/>
    <w:rsid w:val="00515967"/>
    <w:rsid w:val="005173FD"/>
    <w:rsid w:val="00525C3F"/>
    <w:rsid w:val="005356E8"/>
    <w:rsid w:val="00537271"/>
    <w:rsid w:val="005447A4"/>
    <w:rsid w:val="00546318"/>
    <w:rsid w:val="00550EFA"/>
    <w:rsid w:val="00574B2A"/>
    <w:rsid w:val="00594561"/>
    <w:rsid w:val="005A1988"/>
    <w:rsid w:val="005B0AD0"/>
    <w:rsid w:val="005B261F"/>
    <w:rsid w:val="005B597D"/>
    <w:rsid w:val="005C62C9"/>
    <w:rsid w:val="005E1AE3"/>
    <w:rsid w:val="005E3CE9"/>
    <w:rsid w:val="005F4726"/>
    <w:rsid w:val="0060749C"/>
    <w:rsid w:val="006115B1"/>
    <w:rsid w:val="0061218D"/>
    <w:rsid w:val="006162D5"/>
    <w:rsid w:val="00620751"/>
    <w:rsid w:val="006240AE"/>
    <w:rsid w:val="0063103F"/>
    <w:rsid w:val="006328E8"/>
    <w:rsid w:val="00645595"/>
    <w:rsid w:val="00653CE0"/>
    <w:rsid w:val="00664167"/>
    <w:rsid w:val="006666C4"/>
    <w:rsid w:val="00667987"/>
    <w:rsid w:val="00667CD8"/>
    <w:rsid w:val="0067339B"/>
    <w:rsid w:val="006745D6"/>
    <w:rsid w:val="0068172F"/>
    <w:rsid w:val="00683D49"/>
    <w:rsid w:val="0068419A"/>
    <w:rsid w:val="00684A42"/>
    <w:rsid w:val="006856C3"/>
    <w:rsid w:val="006B0DE4"/>
    <w:rsid w:val="006E2301"/>
    <w:rsid w:val="006E524D"/>
    <w:rsid w:val="006E6F3F"/>
    <w:rsid w:val="0071025F"/>
    <w:rsid w:val="007108E7"/>
    <w:rsid w:val="00716F02"/>
    <w:rsid w:val="00722E82"/>
    <w:rsid w:val="00732FA9"/>
    <w:rsid w:val="0075070B"/>
    <w:rsid w:val="0076629E"/>
    <w:rsid w:val="0077281E"/>
    <w:rsid w:val="00774990"/>
    <w:rsid w:val="00776187"/>
    <w:rsid w:val="00780ACE"/>
    <w:rsid w:val="007854B4"/>
    <w:rsid w:val="007B1419"/>
    <w:rsid w:val="007C1EA3"/>
    <w:rsid w:val="007D05D5"/>
    <w:rsid w:val="007D07C8"/>
    <w:rsid w:val="007D5A89"/>
    <w:rsid w:val="007E1162"/>
    <w:rsid w:val="007F6017"/>
    <w:rsid w:val="00801D01"/>
    <w:rsid w:val="0080211A"/>
    <w:rsid w:val="00813289"/>
    <w:rsid w:val="008279D1"/>
    <w:rsid w:val="00834C1C"/>
    <w:rsid w:val="00865629"/>
    <w:rsid w:val="00867D1D"/>
    <w:rsid w:val="00894A13"/>
    <w:rsid w:val="008C0569"/>
    <w:rsid w:val="008C05FF"/>
    <w:rsid w:val="008C4B2F"/>
    <w:rsid w:val="008D3512"/>
    <w:rsid w:val="009038E1"/>
    <w:rsid w:val="009067E9"/>
    <w:rsid w:val="009315AF"/>
    <w:rsid w:val="00940340"/>
    <w:rsid w:val="009419ED"/>
    <w:rsid w:val="009438B8"/>
    <w:rsid w:val="00962B29"/>
    <w:rsid w:val="009717F6"/>
    <w:rsid w:val="00976B80"/>
    <w:rsid w:val="009B232C"/>
    <w:rsid w:val="009B68FE"/>
    <w:rsid w:val="009D57F1"/>
    <w:rsid w:val="009E0001"/>
    <w:rsid w:val="009E66F8"/>
    <w:rsid w:val="009F3131"/>
    <w:rsid w:val="00A016B3"/>
    <w:rsid w:val="00A01A14"/>
    <w:rsid w:val="00A17FE8"/>
    <w:rsid w:val="00A367BB"/>
    <w:rsid w:val="00A410EE"/>
    <w:rsid w:val="00A423AC"/>
    <w:rsid w:val="00A45303"/>
    <w:rsid w:val="00A50975"/>
    <w:rsid w:val="00A545F7"/>
    <w:rsid w:val="00A57CC1"/>
    <w:rsid w:val="00A57F64"/>
    <w:rsid w:val="00A64968"/>
    <w:rsid w:val="00A67E1F"/>
    <w:rsid w:val="00A773B9"/>
    <w:rsid w:val="00A92017"/>
    <w:rsid w:val="00AA0CAA"/>
    <w:rsid w:val="00AB54D9"/>
    <w:rsid w:val="00AD152C"/>
    <w:rsid w:val="00AD53AA"/>
    <w:rsid w:val="00AF2D04"/>
    <w:rsid w:val="00B22910"/>
    <w:rsid w:val="00B46723"/>
    <w:rsid w:val="00B710E4"/>
    <w:rsid w:val="00B77E67"/>
    <w:rsid w:val="00B86098"/>
    <w:rsid w:val="00B87A82"/>
    <w:rsid w:val="00B96BA1"/>
    <w:rsid w:val="00BA0EFD"/>
    <w:rsid w:val="00BA411D"/>
    <w:rsid w:val="00BA65DA"/>
    <w:rsid w:val="00BD1134"/>
    <w:rsid w:val="00BE2796"/>
    <w:rsid w:val="00BE5E71"/>
    <w:rsid w:val="00C26FF8"/>
    <w:rsid w:val="00C476DD"/>
    <w:rsid w:val="00C52D07"/>
    <w:rsid w:val="00C5410E"/>
    <w:rsid w:val="00C54B2C"/>
    <w:rsid w:val="00C600C1"/>
    <w:rsid w:val="00C800C0"/>
    <w:rsid w:val="00C83517"/>
    <w:rsid w:val="00C932F1"/>
    <w:rsid w:val="00C94ECD"/>
    <w:rsid w:val="00CA26EE"/>
    <w:rsid w:val="00CA490B"/>
    <w:rsid w:val="00CA6B06"/>
    <w:rsid w:val="00CB06D0"/>
    <w:rsid w:val="00CB6C97"/>
    <w:rsid w:val="00CD6B43"/>
    <w:rsid w:val="00CD6CFF"/>
    <w:rsid w:val="00CE6355"/>
    <w:rsid w:val="00D10066"/>
    <w:rsid w:val="00D52D3A"/>
    <w:rsid w:val="00D65113"/>
    <w:rsid w:val="00D66360"/>
    <w:rsid w:val="00D7079A"/>
    <w:rsid w:val="00D746B0"/>
    <w:rsid w:val="00D7544D"/>
    <w:rsid w:val="00D8796C"/>
    <w:rsid w:val="00D95676"/>
    <w:rsid w:val="00DB5AA1"/>
    <w:rsid w:val="00E003EE"/>
    <w:rsid w:val="00E11C06"/>
    <w:rsid w:val="00E2046B"/>
    <w:rsid w:val="00E370B5"/>
    <w:rsid w:val="00E46560"/>
    <w:rsid w:val="00E57445"/>
    <w:rsid w:val="00E623D7"/>
    <w:rsid w:val="00E6479E"/>
    <w:rsid w:val="00E65674"/>
    <w:rsid w:val="00E7122E"/>
    <w:rsid w:val="00E76AA3"/>
    <w:rsid w:val="00E82CB6"/>
    <w:rsid w:val="00E82F04"/>
    <w:rsid w:val="00E86BD6"/>
    <w:rsid w:val="00E940C0"/>
    <w:rsid w:val="00EA08B6"/>
    <w:rsid w:val="00EA18FF"/>
    <w:rsid w:val="00EB3AD6"/>
    <w:rsid w:val="00EC1921"/>
    <w:rsid w:val="00ED0763"/>
    <w:rsid w:val="00ED3256"/>
    <w:rsid w:val="00EE3C29"/>
    <w:rsid w:val="00EF1024"/>
    <w:rsid w:val="00F03ED2"/>
    <w:rsid w:val="00F06FCF"/>
    <w:rsid w:val="00F21DDC"/>
    <w:rsid w:val="00F26883"/>
    <w:rsid w:val="00F32E1C"/>
    <w:rsid w:val="00F52BA0"/>
    <w:rsid w:val="00F56822"/>
    <w:rsid w:val="00F667DC"/>
    <w:rsid w:val="00F70BEE"/>
    <w:rsid w:val="00F7191E"/>
    <w:rsid w:val="00F7679C"/>
    <w:rsid w:val="00F777BA"/>
    <w:rsid w:val="00F8202C"/>
    <w:rsid w:val="00FA1751"/>
    <w:rsid w:val="00FA3BF8"/>
    <w:rsid w:val="00FA679B"/>
    <w:rsid w:val="00FA6978"/>
    <w:rsid w:val="00FC250D"/>
    <w:rsid w:val="00FC261A"/>
    <w:rsid w:val="00FC65D1"/>
    <w:rsid w:val="00FD71FC"/>
    <w:rsid w:val="00FE12AC"/>
    <w:rsid w:val="00FE78AF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3A178E"/>
  <w15:docId w15:val="{BBFA1ADC-C860-494A-8C34-16856295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80211A"/>
    <w:pPr>
      <w:spacing w:line="300" w:lineRule="auto"/>
    </w:pPr>
    <w:rPr>
      <w:rFonts w:ascii="Calibri" w:eastAsia="Times New Roman" w:hAnsi="Calibri"/>
      <w:color w:val="191919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paragraph" w:customStyle="1" w:styleId="PGEdata">
    <w:name w:val="PGE_data"/>
    <w:basedOn w:val="Normalny"/>
    <w:autoRedefine/>
    <w:qFormat/>
    <w:rsid w:val="003F55CA"/>
    <w:pPr>
      <w:spacing w:after="40"/>
      <w:jc w:val="right"/>
    </w:pPr>
    <w:rPr>
      <w:szCs w:val="22"/>
    </w:rPr>
  </w:style>
  <w:style w:type="paragraph" w:customStyle="1" w:styleId="PGEadresat">
    <w:name w:val="PGE_adresat"/>
    <w:basedOn w:val="Normalny"/>
    <w:autoRedefine/>
    <w:qFormat/>
    <w:rsid w:val="0080211A"/>
    <w:pPr>
      <w:jc w:val="right"/>
    </w:pPr>
  </w:style>
  <w:style w:type="paragraph" w:customStyle="1" w:styleId="PGEtytukomunikatu">
    <w:name w:val="PGE_tytuł_komunikatu"/>
    <w:basedOn w:val="Normalny"/>
    <w:autoRedefine/>
    <w:qFormat/>
    <w:rsid w:val="000C6B8E"/>
    <w:pPr>
      <w:spacing w:after="408" w:line="276" w:lineRule="auto"/>
    </w:pPr>
    <w:rPr>
      <w:rFonts w:cs="Calibri"/>
      <w:color w:val="auto"/>
      <w:sz w:val="20"/>
    </w:rPr>
  </w:style>
  <w:style w:type="paragraph" w:customStyle="1" w:styleId="PGEwroznienie">
    <w:name w:val="PGE_wroznienie"/>
    <w:basedOn w:val="Normalny"/>
    <w:autoRedefine/>
    <w:qFormat/>
    <w:rsid w:val="0080211A"/>
    <w:rPr>
      <w:b/>
      <w:color w:val="002060"/>
      <w:sz w:val="26"/>
      <w:szCs w:val="26"/>
      <w:lang w:val="en-US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customStyle="1" w:styleId="AkapitzlistZnak">
    <w:name w:val="Akapit z listą Znak"/>
    <w:link w:val="Akapitzlist"/>
    <w:uiPriority w:val="34"/>
    <w:locked/>
    <w:rsid w:val="006E6F3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6E6F3F"/>
    <w:pPr>
      <w:spacing w:line="240" w:lineRule="auto"/>
      <w:ind w:left="720"/>
      <w:contextualSpacing/>
    </w:pPr>
    <w:rPr>
      <w:rFonts w:ascii="Cambria" w:eastAsia="MS Mincho" w:hAnsi="Cambria"/>
      <w:color w:val="auto"/>
      <w:sz w:val="24"/>
      <w:szCs w:val="24"/>
    </w:rPr>
  </w:style>
  <w:style w:type="table" w:styleId="Tabela-Siatka">
    <w:name w:val="Table Grid"/>
    <w:basedOn w:val="Standardowy"/>
    <w:uiPriority w:val="59"/>
    <w:rsid w:val="001A7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t-card-ttl-txt1">
    <w:name w:val="gt-card-ttl-txt1"/>
    <w:basedOn w:val="Domylnaczcionkaakapitu"/>
    <w:rsid w:val="00332DE3"/>
    <w:rPr>
      <w:color w:val="222222"/>
    </w:rPr>
  </w:style>
  <w:style w:type="character" w:customStyle="1" w:styleId="hps">
    <w:name w:val="hps"/>
    <w:basedOn w:val="Domylnaczcionkaakapitu"/>
    <w:rsid w:val="00166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PRESS%20STUDIO%20PC%202\Downloads\SZABLON%20Papier%20Firmowy%20A4%20ogolny%20PGE%20EN%20SA%20(1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1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PU- Wzór protokołu zdawczo-odbiorczego.docx</dmsv2BaseFileName>
    <dmsv2BaseDisplayName xmlns="http://schemas.microsoft.com/sharepoint/v3">Załącznik nr 5 do PU- Wzór protokołu zdawczo-odbiorczego</dmsv2BaseDisplayName>
    <dmsv2SWPP2ObjectNumber xmlns="http://schemas.microsoft.com/sharepoint/v3">POST/EOD/EOD/BM/00197/2025                        </dmsv2SWPP2ObjectNumber>
    <dmsv2SWPP2SumMD5 xmlns="http://schemas.microsoft.com/sharepoint/v3">a595d5ebb043e2274952b19a1936e90b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682311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22567688</dmsv2BaseClientSystemDocumentID>
    <dmsv2BaseModifiedByID xmlns="http://schemas.microsoft.com/sharepoint/v3">13103134</dmsv2BaseModifiedByID>
    <dmsv2BaseCreatedByID xmlns="http://schemas.microsoft.com/sharepoint/v3">13103134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M37YNRNYPV7A-1513220467-19450</_dlc_DocId>
    <_dlc_DocIdUrl xmlns="a19cb1c7-c5c7-46d4-85ae-d83685407bba">
      <Url>https://swpp2.dms.gkpge.pl/sites/37/_layouts/15/DocIdRedir.aspx?ID=M37YNRNYPV7A-1513220467-19450</Url>
      <Description>M37YNRNYPV7A-1513220467-19450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51B7AA6-CC92-49CE-8B90-9BE1552E9C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0CEBB9-89F7-4B57-AD63-089F94B051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b21fc6-9a11-4919-914c-acd911d1dfd1"/>
    <ds:schemaRef ds:uri="4e8962c8-ead8-47cf-a71c-a07241eb1fb7"/>
  </ds:schemaRefs>
</ds:datastoreItem>
</file>

<file path=customXml/itemProps3.xml><?xml version="1.0" encoding="utf-8"?>
<ds:datastoreItem xmlns:ds="http://schemas.openxmlformats.org/officeDocument/2006/customXml" ds:itemID="{702EEB13-76C7-4713-9F19-3238D48A12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6CAC6E-64AE-4AD1-A8E5-05BBB330E003}"/>
</file>

<file path=customXml/itemProps5.xml><?xml version="1.0" encoding="utf-8"?>
<ds:datastoreItem xmlns:ds="http://schemas.openxmlformats.org/officeDocument/2006/customXml" ds:itemID="{CE7434F8-C56C-4DD1-B5AE-DBBEE07948FF}"/>
</file>

<file path=docProps/app.xml><?xml version="1.0" encoding="utf-8"?>
<Properties xmlns="http://schemas.openxmlformats.org/officeDocument/2006/extended-properties" xmlns:vt="http://schemas.openxmlformats.org/officeDocument/2006/docPropsVTypes">
  <Template>SZABLON Papier Firmowy A4 ogolny PGE EN SA (1).dotx</Template>
  <TotalTime>97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aaa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IPRESS STUDIO PC 2</dc:creator>
  <cp:lastModifiedBy>Ziemiński Paweł [PGE E. Odnawialna S.A.]</cp:lastModifiedBy>
  <cp:revision>32</cp:revision>
  <cp:lastPrinted>2019-05-31T11:19:00Z</cp:lastPrinted>
  <dcterms:created xsi:type="dcterms:W3CDTF">2015-03-18T07:05:00Z</dcterms:created>
  <dcterms:modified xsi:type="dcterms:W3CDTF">2025-03-27T11:45:00Z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2025-03-19T09:27:00Z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0848d616-10af-40cc-8aec-042c033b0aa1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0x0101891000CD61C5A53FDAC546BDF00F56387C4544</vt:lpwstr>
  </property>
  <property fmtid="{D5CDD505-2E9C-101B-9397-08002B2CF9AE}" pid="10" name="MediaServiceImageTags">
    <vt:lpwstr/>
  </property>
  <property fmtid="{D5CDD505-2E9C-101B-9397-08002B2CF9AE}" pid="11" name="_dlc_DocIdItemGuid">
    <vt:lpwstr>c886dc82-c128-4a33-86ba-9e2d63064b31</vt:lpwstr>
  </property>
</Properties>
</file>